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755D6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76D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Α33-</w:t>
            </w:r>
            <w:r w:rsidR="00576DB6" w:rsidRPr="00576D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Ο2.Ε25 </w:t>
            </w:r>
            <w:bookmarkStart w:id="0" w:name="_GoBack"/>
            <w:bookmarkEnd w:id="0"/>
            <w:r w:rsidR="00576DB6" w:rsidRPr="00576D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02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576DB6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 xml:space="preserve">Να διαθέτει τυπική διάσταση </w:t>
            </w:r>
            <w:proofErr w:type="spellStart"/>
            <w:r w:rsidRPr="00A8070F">
              <w:t>διαγωνίου</w:t>
            </w:r>
            <w:proofErr w:type="spellEnd"/>
            <w:r w:rsidRPr="00A8070F">
              <w:t xml:space="preserve"> &gt;=27''</w:t>
            </w:r>
          </w:p>
        </w:tc>
        <w:tc>
          <w:tcPr>
            <w:tcW w:w="1116" w:type="dxa"/>
            <w:vAlign w:val="center"/>
          </w:tcPr>
          <w:p w:rsidR="00576DB6" w:rsidRPr="00432CD9" w:rsidRDefault="00576DB6" w:rsidP="00576D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</w:tr>
      <w:tr w:rsidR="00576DB6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>Να διαθέτει ανάλυση 1920</w:t>
            </w:r>
            <w:r w:rsidRPr="00A8070F">
              <w:rPr>
                <w:lang w:val="en-GB"/>
              </w:rPr>
              <w:t>x</w:t>
            </w:r>
            <w:r w:rsidRPr="00A8070F">
              <w:t>1080 (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576DB6" w:rsidRPr="00432CD9" w:rsidRDefault="00576DB6" w:rsidP="00576D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</w:tr>
      <w:tr w:rsidR="00576DB6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 xml:space="preserve">Να διαθέτει </w:t>
            </w:r>
            <w:r w:rsidRPr="00A8070F">
              <w:rPr>
                <w:lang w:val="en-GB"/>
              </w:rPr>
              <w:t>panel</w:t>
            </w:r>
            <w:r w:rsidRPr="00A8070F">
              <w:t xml:space="preserve"> τεχνολογίας </w:t>
            </w:r>
            <w:r w:rsidRPr="00A8070F">
              <w:rPr>
                <w:lang w:val="en-GB"/>
              </w:rPr>
              <w:t>IPS</w:t>
            </w:r>
          </w:p>
        </w:tc>
        <w:tc>
          <w:tcPr>
            <w:tcW w:w="1116" w:type="dxa"/>
            <w:vAlign w:val="center"/>
          </w:tcPr>
          <w:p w:rsidR="00576DB6" w:rsidRPr="00432CD9" w:rsidRDefault="00576DB6" w:rsidP="00576D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</w:tr>
      <w:tr w:rsidR="00576DB6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α</w:t>
            </w:r>
            <w:proofErr w:type="spellStart"/>
            <w:r w:rsidRPr="00A8070F">
              <w:rPr>
                <w:lang w:val="en-GB"/>
              </w:rPr>
              <w:t>ντίθεση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1000 :1</w:t>
            </w:r>
          </w:p>
        </w:tc>
        <w:tc>
          <w:tcPr>
            <w:tcW w:w="1116" w:type="dxa"/>
            <w:vAlign w:val="center"/>
          </w:tcPr>
          <w:p w:rsidR="00576DB6" w:rsidRPr="00432CD9" w:rsidRDefault="00576DB6" w:rsidP="00576D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</w:tr>
      <w:tr w:rsidR="00576DB6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ανα</w:t>
            </w:r>
            <w:proofErr w:type="spellStart"/>
            <w:r w:rsidRPr="00A8070F">
              <w:rPr>
                <w:lang w:val="en-GB"/>
              </w:rPr>
              <w:t>λογί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αστάσεων 16:9</w:t>
            </w:r>
          </w:p>
        </w:tc>
        <w:tc>
          <w:tcPr>
            <w:tcW w:w="1116" w:type="dxa"/>
            <w:vAlign w:val="center"/>
          </w:tcPr>
          <w:p w:rsidR="00576DB6" w:rsidRPr="00432CD9" w:rsidRDefault="00576DB6" w:rsidP="00576D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76DB6" w:rsidRPr="00432CD9" w:rsidRDefault="00576DB6" w:rsidP="00576DB6">
            <w:r w:rsidRPr="00432CD9">
              <w:t xml:space="preserve"> </w:t>
            </w:r>
          </w:p>
        </w:tc>
      </w:tr>
      <w:tr w:rsidR="00576DB6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D</w:t>
            </w:r>
            <w:r w:rsidRPr="00A8070F">
              <w:t>-</w:t>
            </w:r>
            <w:r w:rsidRPr="00A8070F">
              <w:rPr>
                <w:lang w:val="en-GB"/>
              </w:rPr>
              <w:t>Sub</w:t>
            </w:r>
            <w:r w:rsidRPr="00A8070F">
              <w:t xml:space="preserve"> (</w:t>
            </w:r>
            <w:r w:rsidRPr="00A8070F">
              <w:rPr>
                <w:lang w:val="en-GB"/>
              </w:rPr>
              <w:t>VGA</w:t>
            </w:r>
            <w:r w:rsidRPr="00A8070F"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5050A5" w:rsidRDefault="00576DB6" w:rsidP="00576DB6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</w:tr>
      <w:tr w:rsidR="00576DB6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DisplayPort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5050A5" w:rsidRDefault="00576DB6" w:rsidP="00576DB6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</w:tr>
      <w:tr w:rsidR="00576DB6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HDMI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5050A5" w:rsidRDefault="00576DB6" w:rsidP="00576DB6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</w:tr>
      <w:tr w:rsidR="00576DB6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ατωμένα </w:t>
            </w:r>
            <w:proofErr w:type="spellStart"/>
            <w:r w:rsidRPr="00A8070F">
              <w:rPr>
                <w:lang w:val="en-GB"/>
              </w:rPr>
              <w:t>ηχεί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5050A5" w:rsidRDefault="00576DB6" w:rsidP="00576DB6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5050A5" w:rsidRDefault="00576DB6" w:rsidP="00576DB6">
            <w:r w:rsidRPr="005050A5">
              <w:t> </w:t>
            </w:r>
          </w:p>
        </w:tc>
      </w:tr>
      <w:tr w:rsidR="00576DB6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ατωμένη </w:t>
            </w: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9745D3" w:rsidRDefault="00576DB6" w:rsidP="00576DB6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</w:tr>
      <w:tr w:rsidR="00576DB6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ατωμένο </w:t>
            </w:r>
            <w:proofErr w:type="spellStart"/>
            <w:r w:rsidRPr="00A8070F">
              <w:rPr>
                <w:lang w:val="en-GB"/>
              </w:rPr>
              <w:t>μικρόφωνο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9745D3" w:rsidRDefault="00576DB6" w:rsidP="00576DB6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</w:tr>
      <w:tr w:rsidR="00576DB6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76DB6" w:rsidRPr="00A8070F" w:rsidRDefault="00576DB6" w:rsidP="00576DB6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76DB6" w:rsidRPr="00A8070F" w:rsidRDefault="00576DB6" w:rsidP="00576DB6">
            <w:r w:rsidRPr="00A8070F">
              <w:t>Να παρέχεται εγγύηση καλής λειτουργίας τουλάχιστον τριών (3) ετών από τον προμηθευτή.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6DB6" w:rsidRPr="009745D3" w:rsidRDefault="00576DB6" w:rsidP="00576DB6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76DB6" w:rsidRPr="009745D3" w:rsidRDefault="00576DB6" w:rsidP="00576DB6">
            <w:r w:rsidRPr="009745D3">
              <w:t> </w:t>
            </w:r>
          </w:p>
        </w:tc>
      </w:tr>
    </w:tbl>
    <w:p w:rsidR="008A245B" w:rsidRDefault="008A245B" w:rsidP="009745D3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4ECF"/>
    <w:rsid w:val="000C5626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552FE"/>
    <w:rsid w:val="00576DB6"/>
    <w:rsid w:val="00591317"/>
    <w:rsid w:val="00592D2F"/>
    <w:rsid w:val="00593FA3"/>
    <w:rsid w:val="006C353C"/>
    <w:rsid w:val="006D1013"/>
    <w:rsid w:val="007420FC"/>
    <w:rsid w:val="0075164A"/>
    <w:rsid w:val="00753C81"/>
    <w:rsid w:val="00755D63"/>
    <w:rsid w:val="008040B9"/>
    <w:rsid w:val="008853AB"/>
    <w:rsid w:val="008A245B"/>
    <w:rsid w:val="009735EA"/>
    <w:rsid w:val="009745D3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092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0</TotalTime>
  <Pages>1</Pages>
  <Words>116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2025-09-10T07:36:00Z</dcterms:created>
  <dcterms:modified xsi:type="dcterms:W3CDTF">2025-09-11T07:09:00Z</dcterms:modified>
</cp:coreProperties>
</file>